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11" w:rsidRDefault="007C0B88" w:rsidP="007C0B88">
      <w:pPr>
        <w:pStyle w:val="vorbereitungen1"/>
      </w:pPr>
      <w:r>
        <w:t>Geschäftsbrief mit Leitwörtern</w:t>
      </w:r>
    </w:p>
    <w:p w:rsidR="007C0B88" w:rsidRPr="00D231B0" w:rsidRDefault="007C0B88" w:rsidP="007C0B88">
      <w:pPr>
        <w:pStyle w:val="vorbereitungenanweisung"/>
        <w:rPr>
          <w:b/>
        </w:rPr>
      </w:pPr>
      <w:r w:rsidRPr="00D231B0">
        <w:rPr>
          <w:b/>
        </w:rPr>
        <w:t>Schreiben S</w:t>
      </w:r>
      <w:r w:rsidR="00D231B0">
        <w:rPr>
          <w:b/>
        </w:rPr>
        <w:t>ie folgenden Brief ÖNORM-gerecht</w:t>
      </w:r>
      <w:r w:rsidRPr="00D231B0">
        <w:rPr>
          <w:b/>
        </w:rPr>
        <w:t>!</w:t>
      </w:r>
    </w:p>
    <w:p w:rsidR="007C0B88" w:rsidRDefault="007C0B88" w:rsidP="00200EF7"/>
    <w:tbl>
      <w:tblPr>
        <w:tblStyle w:val="Tabellengitternetz"/>
        <w:tblW w:w="0" w:type="auto"/>
        <w:tblLook w:val="04A0"/>
      </w:tblPr>
      <w:tblGrid>
        <w:gridCol w:w="2150"/>
        <w:gridCol w:w="7138"/>
      </w:tblGrid>
      <w:tr w:rsidR="007C0B88" w:rsidRPr="00EE1B91" w:rsidTr="00F22C60">
        <w:trPr>
          <w:trHeight w:val="1028"/>
        </w:trPr>
        <w:tc>
          <w:tcPr>
            <w:tcW w:w="2150" w:type="dxa"/>
            <w:vAlign w:val="center"/>
          </w:tcPr>
          <w:p w:rsidR="007C0B88" w:rsidRPr="007C0B88" w:rsidRDefault="007C0B88" w:rsidP="007C0B88">
            <w:pPr>
              <w:pStyle w:val="vorbereitungentext"/>
              <w:rPr>
                <w:b/>
              </w:rPr>
            </w:pPr>
            <w:r w:rsidRPr="007C0B88">
              <w:rPr>
                <w:b/>
              </w:rPr>
              <w:t>Absender:</w:t>
            </w:r>
          </w:p>
        </w:tc>
        <w:tc>
          <w:tcPr>
            <w:tcW w:w="7138" w:type="dxa"/>
            <w:vAlign w:val="center"/>
          </w:tcPr>
          <w:p w:rsidR="007C0B88" w:rsidRPr="007C0B88" w:rsidRDefault="007C0B88" w:rsidP="007C0B88">
            <w:pPr>
              <w:pStyle w:val="vorbereitungentext"/>
              <w:jc w:val="left"/>
            </w:pPr>
            <w:proofErr w:type="spellStart"/>
            <w:r w:rsidRPr="007C0B88">
              <w:t>Immobilia</w:t>
            </w:r>
            <w:proofErr w:type="spellEnd"/>
            <w:r w:rsidRPr="007C0B88">
              <w:t xml:space="preserve"> Weber, </w:t>
            </w:r>
            <w:proofErr w:type="spellStart"/>
            <w:r w:rsidRPr="007C0B88">
              <w:rPr>
                <w:i/>
              </w:rPr>
              <w:t>stefanfadingerstraße</w:t>
            </w:r>
            <w:proofErr w:type="spellEnd"/>
            <w:r w:rsidRPr="007C0B88">
              <w:t xml:space="preserve"> 10, 3300 Amstetten, Telefon: 07472 668 89, Fax: 07472 668 89-25, </w:t>
            </w:r>
            <w:r w:rsidR="00D231B0">
              <w:br/>
            </w:r>
            <w:r w:rsidRPr="007C0B88">
              <w:t xml:space="preserve">E-Mail: office@immoweber.at, Web: </w:t>
            </w:r>
            <w:hyperlink r:id="rId7" w:history="1">
              <w:r w:rsidRPr="007C0B88">
                <w:rPr>
                  <w:rStyle w:val="Hyperlink"/>
                  <w:color w:val="auto"/>
                  <w:u w:val="none"/>
                </w:rPr>
                <w:t>www.immoweber.at</w:t>
              </w:r>
            </w:hyperlink>
            <w:r w:rsidRPr="007C0B88">
              <w:t xml:space="preserve"> </w:t>
            </w:r>
          </w:p>
          <w:p w:rsidR="007C0B88" w:rsidRPr="007C0B88" w:rsidRDefault="007C0B88" w:rsidP="007C0B88">
            <w:pPr>
              <w:pStyle w:val="vorbereitungentext"/>
              <w:jc w:val="left"/>
            </w:pPr>
          </w:p>
          <w:p w:rsidR="007C0B88" w:rsidRPr="007C0B88" w:rsidRDefault="007C0B88" w:rsidP="007C0B88">
            <w:pPr>
              <w:pStyle w:val="vorbereitungentext"/>
              <w:jc w:val="left"/>
            </w:pPr>
            <w:r w:rsidRPr="007C0B88">
              <w:t>Gestalten Sie selbständig ein Logo für den Absender!</w:t>
            </w:r>
          </w:p>
        </w:tc>
      </w:tr>
      <w:tr w:rsidR="007C0B88" w:rsidRPr="00EE1B91" w:rsidTr="007C0B88">
        <w:trPr>
          <w:trHeight w:val="895"/>
        </w:trPr>
        <w:tc>
          <w:tcPr>
            <w:tcW w:w="2150" w:type="dxa"/>
            <w:vAlign w:val="center"/>
          </w:tcPr>
          <w:p w:rsidR="007C0B88" w:rsidRPr="007C0B88" w:rsidRDefault="007C0B88" w:rsidP="007C0B88">
            <w:pPr>
              <w:pStyle w:val="vorbereitungentext"/>
              <w:rPr>
                <w:b/>
                <w:sz w:val="20"/>
              </w:rPr>
            </w:pPr>
            <w:r w:rsidRPr="007C0B88">
              <w:rPr>
                <w:b/>
              </w:rPr>
              <w:t>Empfänger:</w:t>
            </w:r>
          </w:p>
        </w:tc>
        <w:tc>
          <w:tcPr>
            <w:tcW w:w="7138" w:type="dxa"/>
            <w:vAlign w:val="center"/>
          </w:tcPr>
          <w:p w:rsidR="007C0B88" w:rsidRPr="007C0B88" w:rsidRDefault="007C0B88" w:rsidP="007C0B88">
            <w:pPr>
              <w:pStyle w:val="vorbereitungentext"/>
              <w:jc w:val="left"/>
            </w:pPr>
            <w:r>
              <w:t xml:space="preserve">Firma Lehner &amp; Company, Frau Ingenieur Helga Kölbl, </w:t>
            </w:r>
            <w:proofErr w:type="spellStart"/>
            <w:r>
              <w:t>wi</w:t>
            </w:r>
            <w:r>
              <w:t>e</w:t>
            </w:r>
            <w:r>
              <w:t>nerstraße</w:t>
            </w:r>
            <w:proofErr w:type="spellEnd"/>
            <w:r>
              <w:t xml:space="preserve"> 25, 3100 St. Pölten</w:t>
            </w:r>
          </w:p>
        </w:tc>
      </w:tr>
      <w:tr w:rsidR="007C0B88" w:rsidRPr="00EE1B91" w:rsidTr="007C0B88">
        <w:trPr>
          <w:trHeight w:val="993"/>
        </w:trPr>
        <w:tc>
          <w:tcPr>
            <w:tcW w:w="2150" w:type="dxa"/>
            <w:vAlign w:val="center"/>
          </w:tcPr>
          <w:p w:rsidR="007C0B88" w:rsidRPr="00EE1B91" w:rsidRDefault="007C0B88" w:rsidP="00F22C60">
            <w:pPr>
              <w:rPr>
                <w:rFonts w:ascii="Verdana" w:hAnsi="Verdana"/>
                <w:b/>
                <w:sz w:val="22"/>
                <w:szCs w:val="22"/>
              </w:rPr>
            </w:pPr>
            <w:r w:rsidRPr="00EE1B91">
              <w:rPr>
                <w:rFonts w:ascii="Verdana" w:hAnsi="Verdana"/>
                <w:b/>
                <w:sz w:val="22"/>
                <w:szCs w:val="22"/>
              </w:rPr>
              <w:t>Bezugs</w:t>
            </w:r>
            <w:r>
              <w:rPr>
                <w:rFonts w:ascii="Verdana" w:hAnsi="Verdana"/>
                <w:b/>
                <w:sz w:val="22"/>
                <w:szCs w:val="22"/>
              </w:rPr>
              <w:t>-</w:t>
            </w:r>
            <w:proofErr w:type="spellStart"/>
            <w:r w:rsidRPr="00EE1B91">
              <w:rPr>
                <w:rFonts w:ascii="Verdana" w:hAnsi="Verdana"/>
                <w:b/>
                <w:sz w:val="22"/>
                <w:szCs w:val="22"/>
              </w:rPr>
              <w:t>zeichenblock</w:t>
            </w:r>
            <w:proofErr w:type="spellEnd"/>
            <w:r w:rsidRPr="00EE1B91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7138" w:type="dxa"/>
            <w:vAlign w:val="center"/>
          </w:tcPr>
          <w:p w:rsidR="007C0B88" w:rsidRPr="00EE1B91" w:rsidRDefault="007C0B88" w:rsidP="00FD5E3F">
            <w:pPr>
              <w:pStyle w:val="vorbereitungentext"/>
              <w:jc w:val="left"/>
            </w:pPr>
            <w:r w:rsidRPr="00EE1B91">
              <w:t xml:space="preserve">Datum: </w:t>
            </w:r>
            <w:r w:rsidR="00FD5E3F">
              <w:t>passendes Datum verwenden</w:t>
            </w:r>
            <w:r>
              <w:t>, Zeichen: cc-.., Bearb.: </w:t>
            </w:r>
            <w:r w:rsidRPr="00EE1B91">
              <w:t>eigener Na</w:t>
            </w:r>
            <w:r>
              <w:t>me, Tel.: DW 12</w:t>
            </w:r>
            <w:r w:rsidRPr="00EE1B91">
              <w:t xml:space="preserve">, </w:t>
            </w:r>
            <w:r>
              <w:br/>
            </w:r>
            <w:r w:rsidRPr="00EE1B91">
              <w:t xml:space="preserve">E-Mail: </w:t>
            </w:r>
            <w:r>
              <w:t>vorname.nachname@immoweber.at</w:t>
            </w:r>
          </w:p>
        </w:tc>
      </w:tr>
      <w:tr w:rsidR="007C0B88" w:rsidRPr="00EE1B91" w:rsidTr="00F22C60">
        <w:trPr>
          <w:trHeight w:val="397"/>
        </w:trPr>
        <w:tc>
          <w:tcPr>
            <w:tcW w:w="2150" w:type="dxa"/>
            <w:vAlign w:val="center"/>
          </w:tcPr>
          <w:p w:rsidR="007C0B88" w:rsidRPr="007C0B88" w:rsidRDefault="007C0B88" w:rsidP="007C0B88">
            <w:pPr>
              <w:pStyle w:val="vorbereitungentext"/>
              <w:rPr>
                <w:b/>
              </w:rPr>
            </w:pPr>
            <w:r w:rsidRPr="007C0B88">
              <w:rPr>
                <w:b/>
              </w:rPr>
              <w:t>Betreff:</w:t>
            </w:r>
          </w:p>
        </w:tc>
        <w:tc>
          <w:tcPr>
            <w:tcW w:w="7138" w:type="dxa"/>
            <w:vAlign w:val="center"/>
          </w:tcPr>
          <w:p w:rsidR="003D25B3" w:rsidRPr="003D25B3" w:rsidRDefault="008B1E3D" w:rsidP="003D25B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Mietobjekt Nr.</w:t>
            </w:r>
            <w:r w:rsidR="003D25B3" w:rsidRPr="003D25B3">
              <w:rPr>
                <w:rFonts w:ascii="Verdana" w:hAnsi="Verdana"/>
                <w:sz w:val="22"/>
              </w:rPr>
              <w:t xml:space="preserve"> 118/61857</w:t>
            </w:r>
          </w:p>
          <w:p w:rsidR="007C0B88" w:rsidRPr="007C0B88" w:rsidRDefault="007C0B88" w:rsidP="007C0B88">
            <w:pPr>
              <w:pStyle w:val="vorbereitungentext"/>
              <w:jc w:val="left"/>
            </w:pPr>
            <w:r>
              <w:t xml:space="preserve">Ihr Telefonat vom </w:t>
            </w:r>
            <w:r w:rsidR="00FD5E3F">
              <w:t>12. Jänner 2…</w:t>
            </w:r>
          </w:p>
        </w:tc>
      </w:tr>
      <w:tr w:rsidR="007C0B88" w:rsidRPr="00EE1B91" w:rsidTr="00F22C60">
        <w:trPr>
          <w:trHeight w:val="397"/>
        </w:trPr>
        <w:tc>
          <w:tcPr>
            <w:tcW w:w="2150" w:type="dxa"/>
            <w:vAlign w:val="center"/>
          </w:tcPr>
          <w:p w:rsidR="007C0B88" w:rsidRPr="007C0B88" w:rsidRDefault="007C0B88" w:rsidP="007C0B88">
            <w:pPr>
              <w:pStyle w:val="vorbereitungentext"/>
              <w:rPr>
                <w:b/>
              </w:rPr>
            </w:pPr>
            <w:r w:rsidRPr="007C0B88">
              <w:rPr>
                <w:b/>
              </w:rPr>
              <w:t>Anrede:</w:t>
            </w:r>
          </w:p>
        </w:tc>
        <w:tc>
          <w:tcPr>
            <w:tcW w:w="7138" w:type="dxa"/>
            <w:vAlign w:val="center"/>
          </w:tcPr>
          <w:p w:rsidR="007C0B88" w:rsidRPr="007C0B88" w:rsidRDefault="007C0B88" w:rsidP="007C0B88">
            <w:pPr>
              <w:pStyle w:val="vorbereitungentext"/>
              <w:jc w:val="left"/>
            </w:pPr>
            <w:r>
              <w:t>passende Anrede wählen</w:t>
            </w:r>
          </w:p>
        </w:tc>
      </w:tr>
      <w:tr w:rsidR="007C0B88" w:rsidRPr="00EE1B91" w:rsidTr="00F22C60">
        <w:trPr>
          <w:trHeight w:val="397"/>
        </w:trPr>
        <w:tc>
          <w:tcPr>
            <w:tcW w:w="2150" w:type="dxa"/>
            <w:vAlign w:val="center"/>
          </w:tcPr>
          <w:p w:rsidR="007C0B88" w:rsidRPr="007C0B88" w:rsidRDefault="007C0B88" w:rsidP="007C0B88">
            <w:pPr>
              <w:pStyle w:val="vorbereitungentext"/>
              <w:rPr>
                <w:b/>
              </w:rPr>
            </w:pPr>
            <w:r w:rsidRPr="007C0B88">
              <w:rPr>
                <w:b/>
              </w:rPr>
              <w:t>Grußformel:</w:t>
            </w:r>
          </w:p>
        </w:tc>
        <w:tc>
          <w:tcPr>
            <w:tcW w:w="7138" w:type="dxa"/>
            <w:vAlign w:val="center"/>
          </w:tcPr>
          <w:p w:rsidR="007C0B88" w:rsidRDefault="007C0B88" w:rsidP="007C0B88">
            <w:pPr>
              <w:pStyle w:val="vorbereitungentext"/>
              <w:jc w:val="left"/>
            </w:pPr>
            <w:r>
              <w:t>passende Grußformel verwenden</w:t>
            </w:r>
          </w:p>
          <w:p w:rsidR="007C0B88" w:rsidRPr="007C0B88" w:rsidRDefault="007C0B88" w:rsidP="007C0B88">
            <w:pPr>
              <w:pStyle w:val="vorbereitungentext"/>
              <w:jc w:val="left"/>
            </w:pPr>
            <w:r>
              <w:t>Sie unterschreiben den Brief im Auftrag!</w:t>
            </w:r>
          </w:p>
        </w:tc>
      </w:tr>
      <w:tr w:rsidR="007C0B88" w:rsidRPr="00EE1B91" w:rsidTr="00F22C60">
        <w:trPr>
          <w:trHeight w:val="397"/>
        </w:trPr>
        <w:tc>
          <w:tcPr>
            <w:tcW w:w="2150" w:type="dxa"/>
            <w:vAlign w:val="center"/>
          </w:tcPr>
          <w:p w:rsidR="007C0B88" w:rsidRPr="007C0B88" w:rsidRDefault="007C0B88" w:rsidP="007C0B88">
            <w:pPr>
              <w:pStyle w:val="vorbereitungentext"/>
              <w:rPr>
                <w:b/>
              </w:rPr>
            </w:pPr>
            <w:r w:rsidRPr="007C0B88">
              <w:rPr>
                <w:b/>
              </w:rPr>
              <w:t>Beilagen:</w:t>
            </w:r>
          </w:p>
        </w:tc>
        <w:tc>
          <w:tcPr>
            <w:tcW w:w="7138" w:type="dxa"/>
            <w:vAlign w:val="center"/>
          </w:tcPr>
          <w:p w:rsidR="007C0B88" w:rsidRPr="007C0B88" w:rsidRDefault="007C0B88" w:rsidP="007C0B88">
            <w:pPr>
              <w:pStyle w:val="vorbereitungentext"/>
              <w:jc w:val="left"/>
            </w:pPr>
            <w:r>
              <w:t>siehe Briefinhalt</w:t>
            </w:r>
          </w:p>
        </w:tc>
      </w:tr>
    </w:tbl>
    <w:p w:rsidR="007C0B88" w:rsidRDefault="007C0B88" w:rsidP="007C0B88">
      <w:pPr>
        <w:pStyle w:val="vorbereitungentext"/>
      </w:pPr>
    </w:p>
    <w:p w:rsidR="007C0B88" w:rsidRPr="007C0B88" w:rsidRDefault="007C0B88" w:rsidP="007C0B88">
      <w:pPr>
        <w:pStyle w:val="vorbereitungentext"/>
        <w:rPr>
          <w:b/>
        </w:rPr>
      </w:pPr>
      <w:r w:rsidRPr="007C0B88">
        <w:rPr>
          <w:b/>
        </w:rPr>
        <w:t>Brieftext:</w:t>
      </w:r>
    </w:p>
    <w:p w:rsidR="007C0B88" w:rsidRDefault="007C0B88" w:rsidP="007C0B88">
      <w:pPr>
        <w:pStyle w:val="vorbereitungentext"/>
      </w:pPr>
      <w:r>
        <w:t>Vielen Dank</w:t>
      </w:r>
      <w:r w:rsidR="00FD5E3F">
        <w:t xml:space="preserve"> für Ihr freundliches Telefon</w:t>
      </w:r>
      <w:r w:rsidR="00D231B0">
        <w:t>at</w:t>
      </w:r>
      <w:r w:rsidR="00FD5E3F">
        <w:t xml:space="preserve"> </w:t>
      </w:r>
      <w:r w:rsidR="008D6EEE">
        <w:t>vom</w:t>
      </w:r>
      <w:r w:rsidR="00FD5E3F">
        <w:t xml:space="preserve"> 12. Jänner 2…. Hier</w:t>
      </w:r>
      <w:r>
        <w:t xml:space="preserve"> die näheren Einz</w:t>
      </w:r>
      <w:r w:rsidR="008B1E3D">
        <w:t>elheiten zu unserem Mietobjekt Nr.</w:t>
      </w:r>
      <w:r>
        <w:t xml:space="preserve"> 118/61857:</w:t>
      </w:r>
    </w:p>
    <w:p w:rsidR="007C0B88" w:rsidRDefault="007C0B88" w:rsidP="007C0B88">
      <w:pPr>
        <w:pStyle w:val="vorbereitungentext"/>
      </w:pPr>
    </w:p>
    <w:p w:rsidR="007C0B88" w:rsidRDefault="00FD5E3F" w:rsidP="007C0B88">
      <w:pPr>
        <w:pStyle w:val="vorbereitungentext"/>
        <w:rPr>
          <w:i/>
          <w:sz w:val="20"/>
        </w:rPr>
      </w:pPr>
      <w:r>
        <w:rPr>
          <w:i/>
          <w:sz w:val="20"/>
        </w:rPr>
        <w:t>Beginn der Leitwörter</w:t>
      </w:r>
    </w:p>
    <w:p w:rsidR="00FD5E3F" w:rsidRPr="007C0B88" w:rsidRDefault="00FD5E3F" w:rsidP="007C0B88">
      <w:pPr>
        <w:pStyle w:val="vorbereitungentext"/>
        <w:rPr>
          <w:i/>
          <w:sz w:val="20"/>
        </w:rPr>
      </w:pPr>
    </w:p>
    <w:p w:rsidR="007C0B88" w:rsidRDefault="007C0B88" w:rsidP="00FD5E3F">
      <w:pPr>
        <w:pStyle w:val="vorbereitungentext"/>
        <w:jc w:val="left"/>
      </w:pPr>
      <w:r>
        <w:t>Fläche: etwa 240 m²</w:t>
      </w:r>
    </w:p>
    <w:p w:rsidR="007C0B88" w:rsidRDefault="007C0B88" w:rsidP="00FD5E3F">
      <w:pPr>
        <w:pStyle w:val="vorbereitungentext"/>
        <w:jc w:val="left"/>
      </w:pPr>
      <w:r>
        <w:t>Mietpreis: 1.138,00 EUR inkl. Betriebs- und Heizkosten</w:t>
      </w:r>
    </w:p>
    <w:p w:rsidR="00FD5E3F" w:rsidRDefault="00FD5E3F" w:rsidP="00FD5E3F">
      <w:pPr>
        <w:pStyle w:val="vorbereitungentext"/>
        <w:jc w:val="left"/>
      </w:pPr>
      <w:r>
        <w:t>Kaution: 3.500,00 EUR</w:t>
      </w:r>
    </w:p>
    <w:p w:rsidR="007C0B88" w:rsidRDefault="00FD5E3F" w:rsidP="00FD5E3F">
      <w:pPr>
        <w:pStyle w:val="vorbereitungentext"/>
        <w:tabs>
          <w:tab w:val="left" w:pos="1418"/>
        </w:tabs>
        <w:jc w:val="left"/>
      </w:pPr>
      <w:r>
        <w:t>Mietbeginn: 1. Februar 2…</w:t>
      </w:r>
      <w:r>
        <w:br/>
      </w:r>
      <w:r>
        <w:tab/>
        <w:t xml:space="preserve">Übergabe durch den jetzigen Mieter ein bis zwei Wochen </w:t>
      </w:r>
      <w:r>
        <w:br/>
      </w:r>
      <w:r>
        <w:tab/>
        <w:t>vorher möglich</w:t>
      </w:r>
    </w:p>
    <w:p w:rsidR="00FD5E3F" w:rsidRDefault="00FD5E3F" w:rsidP="00FD5E3F">
      <w:pPr>
        <w:pStyle w:val="vorbereitungentext"/>
        <w:jc w:val="left"/>
      </w:pPr>
      <w:r>
        <w:t>Mietdauer: 3 Jahre</w:t>
      </w:r>
    </w:p>
    <w:p w:rsidR="00FD5E3F" w:rsidRDefault="00FD5E3F" w:rsidP="00FD5E3F">
      <w:pPr>
        <w:pStyle w:val="vorbereitungentext"/>
        <w:jc w:val="left"/>
      </w:pPr>
      <w:r>
        <w:t>Maklergebühr: 2 Nettomonatsmieten bei Vertragsabschluss</w:t>
      </w:r>
    </w:p>
    <w:p w:rsidR="00FD5E3F" w:rsidRPr="00FD5E3F" w:rsidRDefault="00FD5E3F" w:rsidP="00FD5E3F">
      <w:pPr>
        <w:pStyle w:val="vorbereitungentext"/>
        <w:rPr>
          <w:i/>
          <w:sz w:val="20"/>
        </w:rPr>
      </w:pPr>
    </w:p>
    <w:p w:rsidR="00FD5E3F" w:rsidRPr="00FD5E3F" w:rsidRDefault="00FD5E3F" w:rsidP="00FD5E3F">
      <w:pPr>
        <w:pStyle w:val="vorbereitungentext"/>
        <w:rPr>
          <w:i/>
          <w:sz w:val="20"/>
        </w:rPr>
      </w:pPr>
      <w:r w:rsidRPr="00FD5E3F">
        <w:rPr>
          <w:i/>
          <w:sz w:val="20"/>
        </w:rPr>
        <w:t>Ende der Leitwörter</w:t>
      </w:r>
    </w:p>
    <w:p w:rsidR="007C0B88" w:rsidRDefault="007C0B88" w:rsidP="00FD5E3F">
      <w:pPr>
        <w:pStyle w:val="vorbereitungentext"/>
        <w:jc w:val="left"/>
      </w:pPr>
    </w:p>
    <w:p w:rsidR="00FD5E3F" w:rsidRPr="00FA6D50" w:rsidRDefault="00FD5E3F" w:rsidP="00FD5E3F">
      <w:pPr>
        <w:pStyle w:val="vorbereitungentext"/>
        <w:jc w:val="left"/>
      </w:pPr>
      <w:r>
        <w:t>Sollten Sie noch weitere Fragen haben, stehen wir Ihnen jederzeit gerne zur Ve</w:t>
      </w:r>
      <w:r>
        <w:t>r</w:t>
      </w:r>
      <w:r>
        <w:t>fügung</w:t>
      </w:r>
      <w:r w:rsidR="003D25B3">
        <w:t>!</w:t>
      </w:r>
      <w:r>
        <w:t xml:space="preserve"> Ich empfehle Ihnen sich schnell zu entscheiden, da Räumlichkeiten in dieser günstigen Lage sehr gefragt sind.</w:t>
      </w:r>
    </w:p>
    <w:sectPr w:rsidR="00FD5E3F" w:rsidRPr="00FA6D50" w:rsidSect="00F52F1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B88" w:rsidRDefault="007C0B88" w:rsidP="008C7979">
      <w:pPr>
        <w:spacing w:line="240" w:lineRule="auto"/>
      </w:pPr>
      <w:r>
        <w:separator/>
      </w:r>
    </w:p>
  </w:endnote>
  <w:endnote w:type="continuationSeparator" w:id="1">
    <w:p w:rsidR="007C0B88" w:rsidRDefault="007C0B88" w:rsidP="008C79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979" w:rsidRPr="00BE0944" w:rsidRDefault="008C7979" w:rsidP="008C7979">
    <w:pPr>
      <w:pStyle w:val="Fuzeile"/>
      <w:pBdr>
        <w:top w:val="single" w:sz="4" w:space="1" w:color="auto"/>
      </w:pBdr>
      <w:rPr>
        <w:rFonts w:ascii="Verdana" w:hAnsi="Verdana"/>
        <w:sz w:val="18"/>
        <w:szCs w:val="18"/>
      </w:rPr>
    </w:pPr>
    <w:r w:rsidRPr="00BE0944">
      <w:rPr>
        <w:rFonts w:ascii="Verdana" w:hAnsi="Verdana"/>
        <w:sz w:val="18"/>
        <w:szCs w:val="18"/>
      </w:rPr>
      <w:t>Claudia Campregher, PH OÖ</w:t>
    </w:r>
    <w:r w:rsidRPr="00BE0944">
      <w:rPr>
        <w:rFonts w:ascii="Verdana" w:hAnsi="Verdana"/>
        <w:sz w:val="18"/>
        <w:szCs w:val="18"/>
      </w:rPr>
      <w:tab/>
    </w:r>
    <w:r w:rsidRPr="00BE0944">
      <w:rPr>
        <w:rFonts w:ascii="Verdana" w:hAnsi="Verdana"/>
        <w:sz w:val="18"/>
        <w:szCs w:val="18"/>
      </w:rPr>
      <w:tab/>
      <w:t xml:space="preserve">Seite </w:t>
    </w:r>
    <w:r w:rsidR="00A05C66" w:rsidRPr="00BE0944">
      <w:rPr>
        <w:rFonts w:ascii="Verdana" w:hAnsi="Verdana"/>
        <w:sz w:val="18"/>
        <w:szCs w:val="18"/>
      </w:rPr>
      <w:fldChar w:fldCharType="begin"/>
    </w:r>
    <w:r w:rsidRPr="00BE0944">
      <w:rPr>
        <w:rFonts w:ascii="Verdana" w:hAnsi="Verdana"/>
        <w:sz w:val="18"/>
        <w:szCs w:val="18"/>
      </w:rPr>
      <w:instrText xml:space="preserve"> PAGE   \* MERGEFORMAT </w:instrText>
    </w:r>
    <w:r w:rsidR="00A05C66" w:rsidRPr="00BE0944">
      <w:rPr>
        <w:rFonts w:ascii="Verdana" w:hAnsi="Verdana"/>
        <w:sz w:val="18"/>
        <w:szCs w:val="18"/>
      </w:rPr>
      <w:fldChar w:fldCharType="separate"/>
    </w:r>
    <w:r w:rsidR="008B1E3D">
      <w:rPr>
        <w:rFonts w:ascii="Verdana" w:hAnsi="Verdana"/>
        <w:noProof/>
        <w:sz w:val="18"/>
        <w:szCs w:val="18"/>
      </w:rPr>
      <w:t>1</w:t>
    </w:r>
    <w:r w:rsidR="00A05C66" w:rsidRPr="00BE0944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B88" w:rsidRDefault="007C0B88" w:rsidP="008C7979">
      <w:pPr>
        <w:spacing w:line="240" w:lineRule="auto"/>
      </w:pPr>
      <w:r>
        <w:separator/>
      </w:r>
    </w:p>
  </w:footnote>
  <w:footnote w:type="continuationSeparator" w:id="1">
    <w:p w:rsidR="007C0B88" w:rsidRDefault="007C0B88" w:rsidP="008C79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979" w:rsidRPr="00BE0944" w:rsidRDefault="007C0B88" w:rsidP="008C7979">
    <w:pPr>
      <w:pStyle w:val="Kopfzeile"/>
      <w:pBdr>
        <w:bottom w:val="single" w:sz="4" w:space="1" w:color="auto"/>
      </w:pBd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Angabe – Geschäftsbrief mit Leitwörtern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4B77"/>
    <w:multiLevelType w:val="hybridMultilevel"/>
    <w:tmpl w:val="A958063E"/>
    <w:lvl w:ilvl="0" w:tplc="5560BC4E">
      <w:start w:val="1"/>
      <w:numFmt w:val="bullet"/>
      <w:lvlText w:val="w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B026E6C"/>
    <w:multiLevelType w:val="hybridMultilevel"/>
    <w:tmpl w:val="8A846FD2"/>
    <w:lvl w:ilvl="0" w:tplc="60004202">
      <w:start w:val="1"/>
      <w:numFmt w:val="bullet"/>
      <w:pStyle w:val="aufzhlungforthuber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5E3F"/>
    <w:rsid w:val="00015C62"/>
    <w:rsid w:val="001E01E4"/>
    <w:rsid w:val="00200EF7"/>
    <w:rsid w:val="00256C53"/>
    <w:rsid w:val="00291B77"/>
    <w:rsid w:val="002F5395"/>
    <w:rsid w:val="00306FA8"/>
    <w:rsid w:val="003C7F5B"/>
    <w:rsid w:val="003D25B3"/>
    <w:rsid w:val="003F2011"/>
    <w:rsid w:val="003F2145"/>
    <w:rsid w:val="003F65C6"/>
    <w:rsid w:val="004822A6"/>
    <w:rsid w:val="004D07CC"/>
    <w:rsid w:val="00542B63"/>
    <w:rsid w:val="006E3456"/>
    <w:rsid w:val="00773E5B"/>
    <w:rsid w:val="007C0B88"/>
    <w:rsid w:val="00830555"/>
    <w:rsid w:val="00842507"/>
    <w:rsid w:val="008B1E3D"/>
    <w:rsid w:val="008C6EA4"/>
    <w:rsid w:val="008C716D"/>
    <w:rsid w:val="008C7979"/>
    <w:rsid w:val="008D6EEE"/>
    <w:rsid w:val="009D4155"/>
    <w:rsid w:val="00A05C66"/>
    <w:rsid w:val="00A343B1"/>
    <w:rsid w:val="00A40554"/>
    <w:rsid w:val="00A730F5"/>
    <w:rsid w:val="00AD4108"/>
    <w:rsid w:val="00B40B4A"/>
    <w:rsid w:val="00BE0944"/>
    <w:rsid w:val="00BF064A"/>
    <w:rsid w:val="00CA36EF"/>
    <w:rsid w:val="00CB0732"/>
    <w:rsid w:val="00CB7356"/>
    <w:rsid w:val="00D1494C"/>
    <w:rsid w:val="00D231B0"/>
    <w:rsid w:val="00D47737"/>
    <w:rsid w:val="00D530A0"/>
    <w:rsid w:val="00D76F49"/>
    <w:rsid w:val="00D81F4B"/>
    <w:rsid w:val="00E97304"/>
    <w:rsid w:val="00EA1A7E"/>
    <w:rsid w:val="00EE198B"/>
    <w:rsid w:val="00EF1650"/>
    <w:rsid w:val="00F52F11"/>
    <w:rsid w:val="00F64FFD"/>
    <w:rsid w:val="00FA6D50"/>
    <w:rsid w:val="00FC641C"/>
    <w:rsid w:val="00FD5E3F"/>
    <w:rsid w:val="00FF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de-A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0B88"/>
    <w:rPr>
      <w:rFonts w:ascii="Corbel" w:hAnsi="Corbe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6F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48DD4" w:themeColor="text2" w:themeTint="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chtung">
    <w:name w:val="Achtung!"/>
    <w:basedOn w:val="Absatz-Standardschriftart"/>
    <w:uiPriority w:val="1"/>
    <w:qFormat/>
    <w:rsid w:val="008C6EA4"/>
    <w:rPr>
      <w:color w:val="FF0000"/>
    </w:rPr>
  </w:style>
  <w:style w:type="paragraph" w:customStyle="1" w:styleId="aufzhlungforthuber">
    <w:name w:val="aufzählung_forthuber"/>
    <w:basedOn w:val="Listenabsatz"/>
    <w:qFormat/>
    <w:rsid w:val="00542B63"/>
    <w:pPr>
      <w:numPr>
        <w:numId w:val="1"/>
      </w:numPr>
      <w:tabs>
        <w:tab w:val="left" w:pos="426"/>
      </w:tabs>
      <w:spacing w:before="60" w:after="60"/>
      <w:contextualSpacing w:val="0"/>
    </w:pPr>
  </w:style>
  <w:style w:type="paragraph" w:styleId="Listenabsatz">
    <w:name w:val="List Paragraph"/>
    <w:basedOn w:val="Standard"/>
    <w:uiPriority w:val="34"/>
    <w:qFormat/>
    <w:rsid w:val="00542B63"/>
    <w:pPr>
      <w:ind w:left="720"/>
      <w:contextualSpacing/>
    </w:pPr>
  </w:style>
  <w:style w:type="paragraph" w:customStyle="1" w:styleId="1forthuber">
    <w:name w:val="ü1_forthuber"/>
    <w:basedOn w:val="Standard"/>
    <w:qFormat/>
    <w:rsid w:val="00542B63"/>
    <w:pPr>
      <w:pBdr>
        <w:bottom w:val="thickThinSmallGap" w:sz="24" w:space="1" w:color="auto"/>
      </w:pBdr>
      <w:spacing w:before="40" w:after="40"/>
    </w:pPr>
    <w:rPr>
      <w:rFonts w:ascii="Maiandra GD" w:hAnsi="Maiandra GD"/>
      <w:b/>
      <w:color w:val="5F497A" w:themeColor="accent4" w:themeShade="BF"/>
      <w:sz w:val="28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06FA8"/>
    <w:rPr>
      <w:rFonts w:asciiTheme="majorHAnsi" w:eastAsiaTheme="majorEastAsia" w:hAnsiTheme="majorHAnsi" w:cstheme="majorBidi"/>
      <w:b/>
      <w:bCs/>
      <w:color w:val="548DD4" w:themeColor="text2" w:themeTint="99"/>
      <w:sz w:val="28"/>
      <w:szCs w:val="28"/>
    </w:rPr>
  </w:style>
  <w:style w:type="paragraph" w:customStyle="1" w:styleId="vorbereitungentext">
    <w:name w:val="vorbereitungen_text"/>
    <w:basedOn w:val="Standard"/>
    <w:qFormat/>
    <w:rsid w:val="00FF1A81"/>
    <w:pPr>
      <w:jc w:val="both"/>
    </w:pPr>
    <w:rPr>
      <w:rFonts w:ascii="Verdana" w:hAnsi="Verdana"/>
      <w:sz w:val="22"/>
    </w:rPr>
  </w:style>
  <w:style w:type="paragraph" w:customStyle="1" w:styleId="vorbereitungen1">
    <w:name w:val="vorbereitungen_ü1"/>
    <w:basedOn w:val="vorbereitungentext"/>
    <w:qFormat/>
    <w:rsid w:val="002F5395"/>
    <w:pPr>
      <w:shd w:val="clear" w:color="auto" w:fill="7030A0"/>
      <w:spacing w:after="400"/>
      <w:jc w:val="center"/>
    </w:pPr>
    <w:rPr>
      <w:rFonts w:ascii="Cooper Black" w:hAnsi="Cooper Black"/>
      <w:color w:val="FFFFFF" w:themeColor="background1"/>
      <w:spacing w:val="60"/>
      <w:sz w:val="40"/>
      <w:szCs w:val="40"/>
    </w:rPr>
  </w:style>
  <w:style w:type="paragraph" w:customStyle="1" w:styleId="vorbereitungenanweisung">
    <w:name w:val="vorbereitungen_anweisung"/>
    <w:basedOn w:val="vorbereitungentext"/>
    <w:qFormat/>
    <w:rsid w:val="00BE0944"/>
    <w:pPr>
      <w:pBdr>
        <w:top w:val="single" w:sz="4" w:space="4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shd w:val="clear" w:color="auto" w:fill="D9D9D9" w:themeFill="background1" w:themeFillShade="D9"/>
      <w:jc w:val="center"/>
    </w:pPr>
    <w:rPr>
      <w:sz w:val="28"/>
    </w:rPr>
  </w:style>
  <w:style w:type="paragraph" w:styleId="Kopfzeile">
    <w:name w:val="header"/>
    <w:basedOn w:val="Standard"/>
    <w:link w:val="KopfzeileZchn"/>
    <w:uiPriority w:val="99"/>
    <w:semiHidden/>
    <w:unhideWhenUsed/>
    <w:rsid w:val="008C797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C7979"/>
    <w:rPr>
      <w:rFonts w:ascii="Corbel" w:hAnsi="Corbel"/>
      <w:sz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8C797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C7979"/>
    <w:rPr>
      <w:rFonts w:ascii="Corbel" w:hAnsi="Corbel"/>
      <w:sz w:val="24"/>
    </w:rPr>
  </w:style>
  <w:style w:type="table" w:styleId="Tabellengitternetz">
    <w:name w:val="Table Grid"/>
    <w:basedOn w:val="NormaleTabelle"/>
    <w:uiPriority w:val="59"/>
    <w:rsid w:val="007C0B8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7C0B88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25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mmoweber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ikp5\winter_vorbereitungen\vorbereitung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vorbereitungen.dotx</Template>
  <TotalTime>0</TotalTime>
  <Pages>1</Pages>
  <Words>198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6</cp:revision>
  <cp:lastPrinted>2009-01-19T16:46:00Z</cp:lastPrinted>
  <dcterms:created xsi:type="dcterms:W3CDTF">2009-01-19T16:22:00Z</dcterms:created>
  <dcterms:modified xsi:type="dcterms:W3CDTF">2009-02-08T09:10:00Z</dcterms:modified>
</cp:coreProperties>
</file>